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E51BD">
        <w:rPr>
          <w:rFonts w:ascii="Corbel" w:hAnsi="Corbel"/>
          <w:b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693F51" w:rsidRDefault="00693F51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693F51">
        <w:rPr>
          <w:rFonts w:ascii="Corbel" w:hAnsi="Corbel"/>
          <w:b/>
          <w:sz w:val="20"/>
          <w:szCs w:val="20"/>
        </w:rPr>
        <w:t xml:space="preserve">Rok akademicki </w:t>
      </w:r>
      <w:r w:rsidR="00DA4EBE" w:rsidRPr="00693F51">
        <w:rPr>
          <w:rFonts w:ascii="Corbel" w:hAnsi="Corbel"/>
          <w:b/>
          <w:sz w:val="20"/>
          <w:szCs w:val="20"/>
        </w:rPr>
        <w:t>20</w:t>
      </w:r>
      <w:r w:rsidR="0025249F" w:rsidRPr="00693F51">
        <w:rPr>
          <w:rFonts w:ascii="Corbel" w:hAnsi="Corbel"/>
          <w:b/>
          <w:sz w:val="20"/>
          <w:szCs w:val="20"/>
        </w:rPr>
        <w:t>2</w:t>
      </w:r>
      <w:r w:rsidR="001E51BD">
        <w:rPr>
          <w:rFonts w:ascii="Corbel" w:hAnsi="Corbel"/>
          <w:b/>
          <w:sz w:val="20"/>
          <w:szCs w:val="20"/>
        </w:rPr>
        <w:t>4</w:t>
      </w:r>
      <w:r w:rsidR="00DA4EBE" w:rsidRPr="00693F51">
        <w:rPr>
          <w:rFonts w:ascii="Corbel" w:hAnsi="Corbel"/>
          <w:b/>
          <w:sz w:val="20"/>
          <w:szCs w:val="20"/>
        </w:rPr>
        <w:t>/202</w:t>
      </w:r>
      <w:r w:rsidR="001E51BD">
        <w:rPr>
          <w:rFonts w:ascii="Corbel" w:hAnsi="Corbel"/>
          <w:b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93F51" w:rsidRDefault="00AB1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93F51">
              <w:rPr>
                <w:rFonts w:ascii="Corbel" w:hAnsi="Corbel"/>
                <w:sz w:val="24"/>
                <w:szCs w:val="24"/>
              </w:rPr>
              <w:t>Praktyka ogólnopedagogiczna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E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609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F0B3D" w:rsidRDefault="005F0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B3D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93F51" w:rsidRDefault="00116A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93F51">
              <w:rPr>
                <w:rFonts w:ascii="Corbel" w:hAnsi="Corbel"/>
                <w:sz w:val="24"/>
                <w:szCs w:val="24"/>
              </w:rPr>
              <w:t>Rok 3, semestr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kierunkowe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065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B6202">
              <w:rPr>
                <w:rFonts w:ascii="Corbel" w:hAnsi="Corbel"/>
                <w:b w:val="0"/>
                <w:sz w:val="24"/>
                <w:szCs w:val="24"/>
              </w:rPr>
              <w:t>Małgorzata Marmola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693F5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693F5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693F5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93F5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93F5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93F5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93F5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93F5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93F5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93F5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93F5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93F5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693F5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6AF2" w:rsidP="00693F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93F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6AF2" w:rsidP="00693F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93F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93F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93F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93F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93F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93F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6AF2" w:rsidP="00693F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2078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0782">
        <w:rPr>
          <w:rFonts w:ascii="MS Gothic" w:eastAsia="MS Gothic" w:hAnsi="MS Gothic" w:cs="MS Gothic" w:hint="eastAsia"/>
          <w:b w:val="0"/>
          <w:szCs w:val="24"/>
        </w:rPr>
        <w:t>☐</w:t>
      </w:r>
      <w:r w:rsidRPr="00C20782">
        <w:rPr>
          <w:rFonts w:ascii="Corbel" w:hAnsi="Corbel"/>
          <w:b w:val="0"/>
          <w:smallCaps w:val="0"/>
          <w:szCs w:val="24"/>
        </w:rPr>
        <w:t xml:space="preserve"> </w:t>
      </w:r>
      <w:r w:rsidRPr="00693F5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C20782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20782" w:rsidRDefault="00C2078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C20782" w:rsidRDefault="00C20782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C20782">
        <w:rPr>
          <w:rFonts w:ascii="Corbel" w:hAnsi="Corbel"/>
          <w:b w:val="0"/>
          <w:bCs/>
          <w:smallCaps w:val="0"/>
          <w:szCs w:val="24"/>
        </w:rPr>
        <w:t xml:space="preserve">Praktyka </w:t>
      </w:r>
    </w:p>
    <w:p w:rsidR="00C20782" w:rsidRPr="009C54AE" w:rsidRDefault="00C2078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693F51" w:rsidRDefault="00693F5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Default="00116A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693F51" w:rsidRPr="009C54AE" w:rsidRDefault="00693F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575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75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przedmiotów: wprowadzenie do pedagogiki; wprowadzenie do psychologii; teoretyczne podstawy kształcenia; teoretyczne podstawy wychowania; psychologia rozwoju człowieka.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575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funkcjonowaniem szkoły podstawowej, specyfiką pracy nauczycieli i innych specjalistów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3D4CB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575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sposobami realizacji dydaktycznej i opiekuńczo-wychowa</w:t>
            </w:r>
            <w:r w:rsidR="003D4CB9">
              <w:rPr>
                <w:rFonts w:ascii="Corbel" w:hAnsi="Corbel"/>
                <w:b w:val="0"/>
                <w:sz w:val="24"/>
                <w:szCs w:val="24"/>
              </w:rPr>
              <w:t>wczej funkcji szkoły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D4CB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3D4CB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działaniami na rzecz uczniów o specjalnych potrzebach edukacyjnych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3D4C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funkcjonowanie szkoły podstawowej jako placówki edukacyjnej i opiekuńczo-wychowawczej</w:t>
            </w:r>
            <w:r w:rsidR="00DD73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507CD">
              <w:rPr>
                <w:rFonts w:ascii="Corbel" w:hAnsi="Corbel"/>
                <w:b w:val="0"/>
                <w:smallCaps w:val="0"/>
                <w:szCs w:val="24"/>
              </w:rPr>
              <w:t xml:space="preserve">jej </w:t>
            </w:r>
            <w:r w:rsidR="00DD7342">
              <w:rPr>
                <w:rFonts w:ascii="Corbel" w:hAnsi="Corbel"/>
                <w:b w:val="0"/>
                <w:smallCaps w:val="0"/>
                <w:szCs w:val="24"/>
              </w:rPr>
              <w:t>statut, plan pracy szkoły</w:t>
            </w:r>
            <w:r w:rsidR="00B507CD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DD7342">
              <w:rPr>
                <w:rFonts w:ascii="Corbel" w:hAnsi="Corbel"/>
                <w:b w:val="0"/>
                <w:smallCaps w:val="0"/>
                <w:szCs w:val="24"/>
              </w:rPr>
              <w:t xml:space="preserve"> program wychowawczo-profilaktyczny </w:t>
            </w:r>
          </w:p>
        </w:tc>
        <w:tc>
          <w:tcPr>
            <w:tcW w:w="1873" w:type="dxa"/>
          </w:tcPr>
          <w:p w:rsidR="0085747A" w:rsidRPr="009C54AE" w:rsidRDefault="00DD73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D4C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</w:t>
            </w:r>
            <w:r w:rsidR="009225AD">
              <w:rPr>
                <w:rFonts w:ascii="Corbel" w:hAnsi="Corbel"/>
                <w:b w:val="0"/>
                <w:smallCaps w:val="0"/>
                <w:szCs w:val="24"/>
              </w:rPr>
              <w:t>zasady współpracy szkoły z rodziną i sposoby rozwiązywania konfliktów</w:t>
            </w:r>
          </w:p>
        </w:tc>
        <w:tc>
          <w:tcPr>
            <w:tcW w:w="1873" w:type="dxa"/>
          </w:tcPr>
          <w:p w:rsidR="0085747A" w:rsidRPr="009C54AE" w:rsidRDefault="00DD73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97CA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9225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zasady bezpieczeństwa i higieny pracy obowiązujące w szkole </w:t>
            </w:r>
          </w:p>
        </w:tc>
        <w:tc>
          <w:tcPr>
            <w:tcW w:w="1873" w:type="dxa"/>
          </w:tcPr>
          <w:p w:rsidR="0085747A" w:rsidRPr="009C54AE" w:rsidRDefault="00DD73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9225AD" w:rsidRPr="009C54AE" w:rsidTr="005E6E85">
        <w:tc>
          <w:tcPr>
            <w:tcW w:w="1701" w:type="dxa"/>
          </w:tcPr>
          <w:p w:rsidR="009225AD" w:rsidRPr="009C54AE" w:rsidRDefault="00A97C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225AD" w:rsidRDefault="009225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oceni </w:t>
            </w:r>
            <w:r w:rsidR="00A97CA6">
              <w:rPr>
                <w:rFonts w:ascii="Corbel" w:hAnsi="Corbel"/>
                <w:b w:val="0"/>
                <w:smallCaps w:val="0"/>
                <w:szCs w:val="24"/>
              </w:rPr>
              <w:t xml:space="preserve">jakość współpracy szkoły z rodzinami uczniów oraz zaproponuje konstruktywne  </w:t>
            </w:r>
            <w:r w:rsidR="003B6202">
              <w:rPr>
                <w:rFonts w:ascii="Corbel" w:hAnsi="Corbel"/>
                <w:b w:val="0"/>
                <w:smallCaps w:val="0"/>
                <w:szCs w:val="24"/>
              </w:rPr>
              <w:t xml:space="preserve">sposoby rozwiązywania </w:t>
            </w:r>
            <w:r w:rsidR="00A97CA6">
              <w:rPr>
                <w:rFonts w:ascii="Corbel" w:hAnsi="Corbel"/>
                <w:b w:val="0"/>
                <w:smallCaps w:val="0"/>
                <w:szCs w:val="24"/>
              </w:rPr>
              <w:t>problemów dotyczących rodziny i jej współpracy ze szkołą</w:t>
            </w:r>
          </w:p>
        </w:tc>
        <w:tc>
          <w:tcPr>
            <w:tcW w:w="1873" w:type="dxa"/>
          </w:tcPr>
          <w:p w:rsidR="009225AD" w:rsidRDefault="00A97C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A97CA6" w:rsidRPr="009C54AE" w:rsidRDefault="00A97C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K_Uo9</w:t>
            </w:r>
          </w:p>
        </w:tc>
      </w:tr>
      <w:tr w:rsidR="009225AD" w:rsidRPr="009C54AE" w:rsidTr="005E6E85">
        <w:tc>
          <w:tcPr>
            <w:tcW w:w="1701" w:type="dxa"/>
          </w:tcPr>
          <w:p w:rsidR="009225AD" w:rsidRPr="009C54AE" w:rsidRDefault="00A97C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225AD" w:rsidRDefault="003B62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zas</w:t>
            </w:r>
            <w:r w:rsidR="009225AD">
              <w:rPr>
                <w:rFonts w:ascii="Corbel" w:hAnsi="Corbel"/>
                <w:b w:val="0"/>
                <w:smallCaps w:val="0"/>
                <w:szCs w:val="24"/>
              </w:rPr>
              <w:t>tosuje przepisy prawa</w:t>
            </w:r>
          </w:p>
        </w:tc>
        <w:tc>
          <w:tcPr>
            <w:tcW w:w="1873" w:type="dxa"/>
          </w:tcPr>
          <w:p w:rsidR="009225AD" w:rsidRPr="009C54AE" w:rsidRDefault="00A97C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9225AD" w:rsidRPr="009C54AE" w:rsidTr="005E6E85">
        <w:tc>
          <w:tcPr>
            <w:tcW w:w="1701" w:type="dxa"/>
          </w:tcPr>
          <w:p w:rsidR="009225AD" w:rsidRPr="009C54AE" w:rsidRDefault="00DD73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225AD" w:rsidRDefault="00A97C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krytycznie oceni poziom swojej wiedzy i posiadanych kompetencji</w:t>
            </w:r>
          </w:p>
        </w:tc>
        <w:tc>
          <w:tcPr>
            <w:tcW w:w="1873" w:type="dxa"/>
          </w:tcPr>
          <w:p w:rsidR="009225AD" w:rsidRPr="009C54AE" w:rsidRDefault="00A97C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93F51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693F51">
        <w:tc>
          <w:tcPr>
            <w:tcW w:w="9520" w:type="dxa"/>
          </w:tcPr>
          <w:p w:rsidR="0085747A" w:rsidRPr="009C54AE" w:rsidRDefault="00693F5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507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prawnymi i organizacyjnymi podstawami funkcjonowania placówki – szkoły podstawowej, w której student odbywa praktykę</w:t>
            </w:r>
            <w:r w:rsidR="000D2B09">
              <w:rPr>
                <w:rFonts w:ascii="Corbel" w:hAnsi="Corbel"/>
                <w:sz w:val="24"/>
                <w:szCs w:val="24"/>
              </w:rPr>
              <w:t xml:space="preserve"> – zapoznanie ze statutem i planem pracy szkoły, programem wychowawczo-profilaktycznym oraz programem realizacji doradztwa zawodowego.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0D2B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zasadami bezpieczeństwa obowiązującymi na terenie placówki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0D2B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zadaniami charakterystycznymi dla placówki oraz środowiska w którym ona działa – zadania edukacyjne, opiekuńczo-wychowawcze. Organizacja pomocy psychologiczno-pedagogicznej na terenie placówki</w:t>
            </w:r>
          </w:p>
        </w:tc>
      </w:tr>
      <w:tr w:rsidR="00B76477" w:rsidRPr="009C54AE" w:rsidTr="00923D7D">
        <w:tc>
          <w:tcPr>
            <w:tcW w:w="9639" w:type="dxa"/>
          </w:tcPr>
          <w:p w:rsidR="00B76477" w:rsidRDefault="00B764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Obserwacja różnych form aktywności zawodowej oraz wypełniania zadań przez kadrę pedagogiczną i inne osoby zatrudnione w placówce</w:t>
            </w:r>
          </w:p>
        </w:tc>
      </w:tr>
      <w:tr w:rsidR="00B76477" w:rsidRPr="009C54AE" w:rsidTr="00923D7D">
        <w:tc>
          <w:tcPr>
            <w:tcW w:w="9639" w:type="dxa"/>
          </w:tcPr>
          <w:p w:rsidR="00B76477" w:rsidRDefault="00B764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Włączenie się studenta w realizację zadań wychowawczych realizowanych przez szkołę</w:t>
            </w:r>
          </w:p>
        </w:tc>
      </w:tr>
      <w:tr w:rsidR="00B76477" w:rsidRPr="009C54AE" w:rsidTr="00923D7D">
        <w:tc>
          <w:tcPr>
            <w:tcW w:w="9639" w:type="dxa"/>
          </w:tcPr>
          <w:p w:rsidR="00B76477" w:rsidRDefault="00B764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prowadzenie zajęć wychowawczych lub realizacja innych zadań wyznaczonych przez opiekuna praktyki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B7647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Rozwiązywanie zadań, zajęcia praktyczne</w:t>
      </w: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693F51" w:rsidRDefault="00693F5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975CC4" w:rsidRPr="009C54AE" w:rsidRDefault="00975CC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76477" w:rsidRPr="009C54AE" w:rsidTr="00B7647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9C54AE" w:rsidRDefault="00B76477" w:rsidP="002342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9C54AE" w:rsidRDefault="00B76477" w:rsidP="002342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93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:rsidR="00B76477" w:rsidRPr="00B76477" w:rsidRDefault="00B76477" w:rsidP="002342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9C54AE" w:rsidRDefault="00B76477" w:rsidP="002342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76477" w:rsidRPr="009C54AE" w:rsidRDefault="00B76477" w:rsidP="002342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6477" w:rsidRPr="009C54AE" w:rsidTr="00B7647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B76477" w:rsidRDefault="00B76477" w:rsidP="00B764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6477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2E4DFC" w:rsidRDefault="00B76477" w:rsidP="003B6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64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B76477" w:rsidRDefault="00B76477" w:rsidP="00B764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6477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B76477" w:rsidRPr="009C54AE" w:rsidTr="00B7647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B76477" w:rsidRDefault="00B76477" w:rsidP="00B764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6477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2E4DFC" w:rsidRDefault="00B76477" w:rsidP="003B6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64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B76477" w:rsidRDefault="00B76477" w:rsidP="00B764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6477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B76477" w:rsidRPr="009C54AE" w:rsidTr="00B7647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9C54AE" w:rsidRDefault="00B76477" w:rsidP="00B764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2E4DFC" w:rsidRDefault="00B76477" w:rsidP="003B6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64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B76477" w:rsidRDefault="00B76477" w:rsidP="00B764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6477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B76477" w:rsidRPr="009C54AE" w:rsidTr="00B7647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9C54AE" w:rsidRDefault="00B76477" w:rsidP="00B764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2E4DFC" w:rsidRDefault="00B76477" w:rsidP="003B6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64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B76477" w:rsidRDefault="00B76477" w:rsidP="00B764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6477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B76477" w:rsidRPr="009C54AE" w:rsidTr="00B7647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9C54AE" w:rsidRDefault="00B76477" w:rsidP="00B764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2E4DFC" w:rsidRDefault="00B76477" w:rsidP="003B6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64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B76477" w:rsidRDefault="00B76477" w:rsidP="00B764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6477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975CC4" w:rsidRPr="009C54AE" w:rsidTr="00B7647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C4" w:rsidRPr="009C54AE" w:rsidRDefault="00975CC4" w:rsidP="00B764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C4" w:rsidRPr="00B76477" w:rsidRDefault="00975CC4" w:rsidP="003B6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Rozmowa ze studentem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C4" w:rsidRPr="00B76477" w:rsidRDefault="00975CC4" w:rsidP="00B764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75CC4" w:rsidRDefault="00975CC4" w:rsidP="00975CC4">
            <w:pPr>
              <w:pStyle w:val="Punktygwne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Dostarczenie opiekunowi harmonogramu praktyki; k</w:t>
            </w:r>
            <w:r w:rsidRPr="00975C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ontrola przebiegu praktyki w placówce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75C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(bezpośrednia lub rozmowa telefoniczna)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student musi być obecny na praktyce w terminach wskazanych w harmonogramie</w:t>
            </w:r>
            <w:r w:rsidRPr="00975C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ocena dokumentacji prowadzonej przez studenta; </w:t>
            </w:r>
            <w:r w:rsidR="00B94C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realizacji zadań wyznaczonych przez opiekuna praktyki; </w:t>
            </w:r>
            <w:r w:rsidRPr="00975C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rozmowa ze studentem na temat przebiegu praktyki.</w:t>
            </w:r>
          </w:p>
        </w:tc>
      </w:tr>
    </w:tbl>
    <w:p w:rsidR="00716889" w:rsidRDefault="0071688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88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94C93" w:rsidP="00EC35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B94C93" w:rsidP="00EC35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B94C93">
              <w:rPr>
                <w:rFonts w:ascii="Corbel" w:hAnsi="Corbel"/>
                <w:sz w:val="24"/>
                <w:szCs w:val="24"/>
              </w:rPr>
              <w:t>dokumentacji praktyki, przygotowanie się do wykonania zadań zleconych przez opiekuna praktyki)</w:t>
            </w:r>
          </w:p>
        </w:tc>
        <w:tc>
          <w:tcPr>
            <w:tcW w:w="4677" w:type="dxa"/>
          </w:tcPr>
          <w:p w:rsidR="00C61DC5" w:rsidRPr="009C54AE" w:rsidRDefault="00B94C93" w:rsidP="00EC35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94C93" w:rsidP="00EC35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16AF2" w:rsidP="00EC35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B94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30 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C207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praktyki zawarte są w Szczegółowym programie praktyk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EC352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E3283" w:rsidRPr="005E3283" w:rsidRDefault="005E3283" w:rsidP="00EC352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5E3283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5E3283">
              <w:rPr>
                <w:rFonts w:ascii="Corbel" w:hAnsi="Corbel"/>
                <w:i/>
                <w:iCs/>
                <w:sz w:val="24"/>
                <w:szCs w:val="24"/>
              </w:rPr>
              <w:t>Pedagogika opiekuńcza i jej metodyka</w:t>
            </w:r>
            <w:r w:rsidRPr="005E3283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E3283">
              <w:rPr>
                <w:rFonts w:ascii="Corbel" w:hAnsi="Corbel"/>
                <w:i/>
                <w:iCs/>
                <w:sz w:val="24"/>
                <w:szCs w:val="24"/>
              </w:rPr>
              <w:t>Wybrane zagadnienia teorii, metodyki i praktyki opiekuńczo-wychowawczej</w:t>
            </w:r>
            <w:r w:rsidRPr="005E3283">
              <w:rPr>
                <w:rFonts w:ascii="Corbel" w:hAnsi="Corbel"/>
                <w:sz w:val="24"/>
                <w:szCs w:val="24"/>
              </w:rPr>
              <w:t>, Zielona Góra 2004.</w:t>
            </w:r>
          </w:p>
          <w:p w:rsidR="005E3283" w:rsidRPr="005E3283" w:rsidRDefault="005E3283" w:rsidP="00EC352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5E3283">
              <w:rPr>
                <w:rFonts w:ascii="Corbel" w:hAnsi="Corbel"/>
                <w:i/>
                <w:iCs/>
                <w:sz w:val="24"/>
                <w:szCs w:val="24"/>
              </w:rPr>
              <w:t>Grupa bawi się i pracuje</w:t>
            </w:r>
            <w:r w:rsidRPr="005E3283">
              <w:rPr>
                <w:rFonts w:ascii="Corbel" w:hAnsi="Corbel"/>
                <w:sz w:val="24"/>
                <w:szCs w:val="24"/>
              </w:rPr>
              <w:t>. Zbiór grupowych gier i ćwiczeń psychologicznych, część II, Wałbrzych 2000.</w:t>
            </w:r>
          </w:p>
          <w:p w:rsidR="005E3283" w:rsidRPr="005E3283" w:rsidRDefault="005E3283" w:rsidP="00EC3529">
            <w:pPr>
              <w:pStyle w:val="Tekstpodstawowy"/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E3283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5E3283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5E3283">
              <w:rPr>
                <w:rFonts w:ascii="Corbel" w:hAnsi="Corbel"/>
                <w:i/>
                <w:iCs/>
                <w:sz w:val="24"/>
                <w:szCs w:val="24"/>
              </w:rPr>
              <w:t>Kiedy pozwolić, kiedy zabronić w klasie</w:t>
            </w:r>
            <w:r w:rsidRPr="005E3283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5E3283" w:rsidRPr="005E3283" w:rsidRDefault="005E3283" w:rsidP="00EC352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5E3283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5E3283">
              <w:rPr>
                <w:rFonts w:ascii="Corbel" w:hAnsi="Corbel"/>
                <w:i/>
                <w:iCs/>
                <w:sz w:val="24"/>
                <w:szCs w:val="24"/>
              </w:rPr>
              <w:t>Uczeń o specjalnych potrzebach wychowawczych w klasie szkolnej</w:t>
            </w:r>
            <w:r w:rsidRPr="005E3283">
              <w:rPr>
                <w:rFonts w:ascii="Corbel" w:hAnsi="Corbel"/>
                <w:sz w:val="24"/>
                <w:szCs w:val="24"/>
              </w:rPr>
              <w:t>, Warszawa 2013.</w:t>
            </w:r>
          </w:p>
          <w:p w:rsidR="005E3283" w:rsidRPr="005E3283" w:rsidRDefault="005E3283" w:rsidP="00EC352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5E3283">
              <w:rPr>
                <w:rFonts w:ascii="Corbel" w:hAnsi="Corbel"/>
                <w:sz w:val="24"/>
                <w:szCs w:val="24"/>
              </w:rPr>
              <w:t>Półturzycki J.,</w:t>
            </w:r>
            <w:r w:rsidRPr="00703E46">
              <w:rPr>
                <w:rFonts w:ascii="Corbel" w:hAnsi="Corbel"/>
                <w:i/>
                <w:iCs/>
                <w:sz w:val="24"/>
                <w:szCs w:val="24"/>
              </w:rPr>
              <w:t>Dydaktyka dla nauczycieli</w:t>
            </w:r>
            <w:r w:rsidRPr="005E3283">
              <w:rPr>
                <w:rFonts w:ascii="Corbel" w:hAnsi="Corbel"/>
                <w:sz w:val="24"/>
                <w:szCs w:val="24"/>
              </w:rPr>
              <w:t>, Warszawa 2008.</w:t>
            </w:r>
          </w:p>
          <w:p w:rsidR="005E3283" w:rsidRPr="005E3283" w:rsidRDefault="005E3283" w:rsidP="00EC352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5E3283">
              <w:rPr>
                <w:rFonts w:ascii="Corbel" w:hAnsi="Corbel"/>
                <w:sz w:val="24"/>
                <w:szCs w:val="24"/>
              </w:rPr>
              <w:t xml:space="preserve">Sałasiński M., Badziukiewicz B., </w:t>
            </w:r>
            <w:r w:rsidRPr="00703E46">
              <w:rPr>
                <w:rFonts w:ascii="Corbel" w:hAnsi="Corbel"/>
                <w:i/>
                <w:iCs/>
                <w:sz w:val="24"/>
                <w:szCs w:val="24"/>
              </w:rPr>
              <w:t>Vademecum pedagoga szkolnego</w:t>
            </w:r>
            <w:r w:rsidRPr="005E3283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5E3283" w:rsidRPr="005E3283" w:rsidRDefault="005E3283" w:rsidP="00EC352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5E3283">
              <w:rPr>
                <w:rFonts w:ascii="Corbel" w:hAnsi="Corbel"/>
                <w:b w:val="0"/>
                <w:smallCaps w:val="0"/>
                <w:szCs w:val="24"/>
              </w:rPr>
              <w:t xml:space="preserve">Sowisło M., </w:t>
            </w:r>
            <w:r w:rsidRPr="00703E4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 warsztacie pracy nauczyciela-wychowawcy</w:t>
            </w:r>
            <w:r w:rsidRPr="005E3283">
              <w:rPr>
                <w:rFonts w:ascii="Corbel" w:hAnsi="Corbel"/>
                <w:b w:val="0"/>
                <w:smallCaps w:val="0"/>
                <w:szCs w:val="24"/>
              </w:rPr>
              <w:t>, Kraków 2003.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EC352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E3283" w:rsidRDefault="005E3283" w:rsidP="00EC352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5E3283">
              <w:rPr>
                <w:rFonts w:ascii="Corbel" w:hAnsi="Corbel"/>
                <w:b w:val="0"/>
                <w:smallCaps w:val="0"/>
                <w:szCs w:val="24"/>
              </w:rPr>
              <w:t xml:space="preserve">Frączek Z., Lulek B., </w:t>
            </w:r>
            <w:r w:rsidRPr="005E328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Wybrane problemy pedagogiki  rodziny</w:t>
            </w:r>
            <w:r w:rsidRPr="005E3283">
              <w:rPr>
                <w:rFonts w:ascii="Corbel" w:hAnsi="Corbel"/>
                <w:b w:val="0"/>
                <w:smallCaps w:val="0"/>
                <w:szCs w:val="24"/>
              </w:rPr>
              <w:t>, Rzeszów 2010.</w:t>
            </w:r>
          </w:p>
          <w:p w:rsidR="005E3283" w:rsidRPr="005E3283" w:rsidRDefault="005E3283" w:rsidP="00EC352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5E3283">
              <w:rPr>
                <w:rFonts w:ascii="Corbel" w:hAnsi="Corbel"/>
                <w:b w:val="0"/>
                <w:smallCaps w:val="0"/>
                <w:szCs w:val="24"/>
              </w:rPr>
              <w:t xml:space="preserve">Kamińska U., </w:t>
            </w:r>
            <w:r w:rsidRPr="005E328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Zarys metodyki pracy opiekuńczo-wychowawczej w rodzinnych i instytucjonalnych formach wychowania</w:t>
            </w:r>
            <w:r w:rsidRPr="005E3283">
              <w:rPr>
                <w:rFonts w:ascii="Corbel" w:hAnsi="Corbel"/>
                <w:b w:val="0"/>
                <w:smallCaps w:val="0"/>
                <w:szCs w:val="24"/>
              </w:rPr>
              <w:t>, Katowice 2002.</w:t>
            </w:r>
          </w:p>
          <w:p w:rsidR="005E3283" w:rsidRPr="005E3283" w:rsidRDefault="005E3283" w:rsidP="00EC352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3283">
              <w:rPr>
                <w:rFonts w:ascii="Corbel" w:hAnsi="Corbel"/>
                <w:b w:val="0"/>
                <w:smallCaps w:val="0"/>
                <w:szCs w:val="24"/>
              </w:rPr>
              <w:t>McKay</w:t>
            </w:r>
            <w:proofErr w:type="spellEnd"/>
            <w:r w:rsidRPr="005E3283">
              <w:rPr>
                <w:rFonts w:ascii="Corbel" w:hAnsi="Corbel"/>
                <w:b w:val="0"/>
                <w:smallCaps w:val="0"/>
                <w:szCs w:val="24"/>
              </w:rPr>
              <w:t xml:space="preserve"> M., Davis M., </w:t>
            </w:r>
            <w:proofErr w:type="spellStart"/>
            <w:r w:rsidRPr="005E3283">
              <w:rPr>
                <w:rFonts w:ascii="Corbel" w:hAnsi="Corbel"/>
                <w:b w:val="0"/>
                <w:smallCaps w:val="0"/>
                <w:szCs w:val="24"/>
              </w:rPr>
              <w:t>Fanning</w:t>
            </w:r>
            <w:proofErr w:type="spellEnd"/>
            <w:r w:rsidRPr="005E3283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 w:rsidRPr="005E328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Sztuka skutecznego porozumiewania się</w:t>
            </w:r>
            <w:r w:rsidRPr="005E3283">
              <w:rPr>
                <w:rFonts w:ascii="Corbel" w:hAnsi="Corbel"/>
                <w:b w:val="0"/>
                <w:smallCaps w:val="0"/>
                <w:szCs w:val="24"/>
              </w:rPr>
              <w:t>, Gdańsk 2003.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2E0D5F">
      <w:pgSz w:w="11906" w:h="16838"/>
      <w:pgMar w:top="709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6B9" w:rsidRDefault="00B046B9" w:rsidP="00C16ABF">
      <w:pPr>
        <w:spacing w:after="0" w:line="240" w:lineRule="auto"/>
      </w:pPr>
      <w:r>
        <w:separator/>
      </w:r>
    </w:p>
  </w:endnote>
  <w:endnote w:type="continuationSeparator" w:id="0">
    <w:p w:rsidR="00B046B9" w:rsidRDefault="00B046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6B9" w:rsidRDefault="00B046B9" w:rsidP="00C16ABF">
      <w:pPr>
        <w:spacing w:after="0" w:line="240" w:lineRule="auto"/>
      </w:pPr>
      <w:r>
        <w:separator/>
      </w:r>
    </w:p>
  </w:footnote>
  <w:footnote w:type="continuationSeparator" w:id="0">
    <w:p w:rsidR="00B046B9" w:rsidRDefault="00B046B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9E8"/>
    <w:rsid w:val="000048FD"/>
    <w:rsid w:val="000070E4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1F3E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B09"/>
    <w:rsid w:val="000F1C57"/>
    <w:rsid w:val="000F5615"/>
    <w:rsid w:val="00116AF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E51BD"/>
    <w:rsid w:val="001F2CA2"/>
    <w:rsid w:val="002144C0"/>
    <w:rsid w:val="0022477D"/>
    <w:rsid w:val="002278A9"/>
    <w:rsid w:val="002336F9"/>
    <w:rsid w:val="0024028F"/>
    <w:rsid w:val="00244ABC"/>
    <w:rsid w:val="0025249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D5F"/>
    <w:rsid w:val="002F02A3"/>
    <w:rsid w:val="002F4ABE"/>
    <w:rsid w:val="003018BA"/>
    <w:rsid w:val="0030395F"/>
    <w:rsid w:val="00305C92"/>
    <w:rsid w:val="003151C5"/>
    <w:rsid w:val="003343CF"/>
    <w:rsid w:val="003429B9"/>
    <w:rsid w:val="00346FE9"/>
    <w:rsid w:val="0034759A"/>
    <w:rsid w:val="003503F6"/>
    <w:rsid w:val="003530DD"/>
    <w:rsid w:val="00354734"/>
    <w:rsid w:val="00363F78"/>
    <w:rsid w:val="003A0A5B"/>
    <w:rsid w:val="003A1176"/>
    <w:rsid w:val="003B5DD0"/>
    <w:rsid w:val="003B6202"/>
    <w:rsid w:val="003C0BAE"/>
    <w:rsid w:val="003D18A9"/>
    <w:rsid w:val="003D4CB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36B"/>
    <w:rsid w:val="004D5282"/>
    <w:rsid w:val="004F1551"/>
    <w:rsid w:val="004F55A3"/>
    <w:rsid w:val="00502661"/>
    <w:rsid w:val="0050496F"/>
    <w:rsid w:val="00513B6F"/>
    <w:rsid w:val="00516970"/>
    <w:rsid w:val="00517C63"/>
    <w:rsid w:val="00523487"/>
    <w:rsid w:val="00526C94"/>
    <w:rsid w:val="005363C4"/>
    <w:rsid w:val="00536BDE"/>
    <w:rsid w:val="00543ACC"/>
    <w:rsid w:val="00550540"/>
    <w:rsid w:val="0056696D"/>
    <w:rsid w:val="005738AE"/>
    <w:rsid w:val="00573EF9"/>
    <w:rsid w:val="0059484D"/>
    <w:rsid w:val="005A0855"/>
    <w:rsid w:val="005A3196"/>
    <w:rsid w:val="005C080F"/>
    <w:rsid w:val="005C55E5"/>
    <w:rsid w:val="005C696A"/>
    <w:rsid w:val="005E3283"/>
    <w:rsid w:val="005E6E85"/>
    <w:rsid w:val="005F0B3D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5A7"/>
    <w:rsid w:val="00675843"/>
    <w:rsid w:val="00685D89"/>
    <w:rsid w:val="00693F51"/>
    <w:rsid w:val="00696477"/>
    <w:rsid w:val="006A0045"/>
    <w:rsid w:val="006B6B58"/>
    <w:rsid w:val="006C1CF1"/>
    <w:rsid w:val="006C54AB"/>
    <w:rsid w:val="006D050F"/>
    <w:rsid w:val="006D6139"/>
    <w:rsid w:val="006E5D65"/>
    <w:rsid w:val="006F1282"/>
    <w:rsid w:val="006F1FBC"/>
    <w:rsid w:val="006F31E2"/>
    <w:rsid w:val="00703947"/>
    <w:rsid w:val="00703E46"/>
    <w:rsid w:val="00706544"/>
    <w:rsid w:val="007072BA"/>
    <w:rsid w:val="0071620A"/>
    <w:rsid w:val="0071688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379F"/>
    <w:rsid w:val="008065EF"/>
    <w:rsid w:val="0081554D"/>
    <w:rsid w:val="0081707E"/>
    <w:rsid w:val="008449B3"/>
    <w:rsid w:val="0085747A"/>
    <w:rsid w:val="00884922"/>
    <w:rsid w:val="00885F64"/>
    <w:rsid w:val="00890216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5AD"/>
    <w:rsid w:val="00923D7D"/>
    <w:rsid w:val="00943489"/>
    <w:rsid w:val="00945B08"/>
    <w:rsid w:val="009508DF"/>
    <w:rsid w:val="00950DAC"/>
    <w:rsid w:val="00954A07"/>
    <w:rsid w:val="00956799"/>
    <w:rsid w:val="00975CC4"/>
    <w:rsid w:val="00997F14"/>
    <w:rsid w:val="009A78CD"/>
    <w:rsid w:val="009A78D9"/>
    <w:rsid w:val="009C1331"/>
    <w:rsid w:val="009C3E31"/>
    <w:rsid w:val="009C54AE"/>
    <w:rsid w:val="009C788E"/>
    <w:rsid w:val="009D099B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2BE6"/>
    <w:rsid w:val="00A43BF6"/>
    <w:rsid w:val="00A53FA5"/>
    <w:rsid w:val="00A54817"/>
    <w:rsid w:val="00A601C8"/>
    <w:rsid w:val="00A60799"/>
    <w:rsid w:val="00A7732B"/>
    <w:rsid w:val="00A84C85"/>
    <w:rsid w:val="00A97CA6"/>
    <w:rsid w:val="00A97DE1"/>
    <w:rsid w:val="00AB053C"/>
    <w:rsid w:val="00AB1691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46B9"/>
    <w:rsid w:val="00B06142"/>
    <w:rsid w:val="00B135B1"/>
    <w:rsid w:val="00B3130B"/>
    <w:rsid w:val="00B40ADB"/>
    <w:rsid w:val="00B43B77"/>
    <w:rsid w:val="00B43E80"/>
    <w:rsid w:val="00B507CD"/>
    <w:rsid w:val="00B607DB"/>
    <w:rsid w:val="00B66529"/>
    <w:rsid w:val="00B75946"/>
    <w:rsid w:val="00B76477"/>
    <w:rsid w:val="00B8056E"/>
    <w:rsid w:val="00B819C8"/>
    <w:rsid w:val="00B82308"/>
    <w:rsid w:val="00B90885"/>
    <w:rsid w:val="00B94C93"/>
    <w:rsid w:val="00BB2068"/>
    <w:rsid w:val="00BB520A"/>
    <w:rsid w:val="00BD3869"/>
    <w:rsid w:val="00BD66E9"/>
    <w:rsid w:val="00BD6FF4"/>
    <w:rsid w:val="00BE6098"/>
    <w:rsid w:val="00BE6880"/>
    <w:rsid w:val="00BF2C41"/>
    <w:rsid w:val="00C058B4"/>
    <w:rsid w:val="00C05F44"/>
    <w:rsid w:val="00C131B5"/>
    <w:rsid w:val="00C16ABF"/>
    <w:rsid w:val="00C170AE"/>
    <w:rsid w:val="00C20782"/>
    <w:rsid w:val="00C26CB7"/>
    <w:rsid w:val="00C324C1"/>
    <w:rsid w:val="00C36992"/>
    <w:rsid w:val="00C552EB"/>
    <w:rsid w:val="00C56036"/>
    <w:rsid w:val="00C61DC5"/>
    <w:rsid w:val="00C67E92"/>
    <w:rsid w:val="00C70A26"/>
    <w:rsid w:val="00C745DC"/>
    <w:rsid w:val="00C766DF"/>
    <w:rsid w:val="00C94B98"/>
    <w:rsid w:val="00CA2B96"/>
    <w:rsid w:val="00CA5089"/>
    <w:rsid w:val="00CA773C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D734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B65DC"/>
    <w:rsid w:val="00EB6F61"/>
    <w:rsid w:val="00EC3529"/>
    <w:rsid w:val="00EC4899"/>
    <w:rsid w:val="00ED03AB"/>
    <w:rsid w:val="00ED32D2"/>
    <w:rsid w:val="00EE32DE"/>
    <w:rsid w:val="00EE5457"/>
    <w:rsid w:val="00EF1B0E"/>
    <w:rsid w:val="00F070AB"/>
    <w:rsid w:val="00F17567"/>
    <w:rsid w:val="00F27A7B"/>
    <w:rsid w:val="00F526AF"/>
    <w:rsid w:val="00F575C4"/>
    <w:rsid w:val="00F617C3"/>
    <w:rsid w:val="00F7066B"/>
    <w:rsid w:val="00F76848"/>
    <w:rsid w:val="00F83B28"/>
    <w:rsid w:val="00FA46E5"/>
    <w:rsid w:val="00FA503B"/>
    <w:rsid w:val="00FB7DBA"/>
    <w:rsid w:val="00FC1C25"/>
    <w:rsid w:val="00FC3F45"/>
    <w:rsid w:val="00FD503F"/>
    <w:rsid w:val="00FD7589"/>
    <w:rsid w:val="00FE7F7B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E7F658-9483-4684-9D7C-29CD32872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F0B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F8634-192D-4CC2-BD11-3DE902C82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1070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2021-01-11T14:49:00Z</dcterms:created>
  <dcterms:modified xsi:type="dcterms:W3CDTF">2022-02-23T12:42:00Z</dcterms:modified>
</cp:coreProperties>
</file>